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F1D46C" w14:textId="77777777" w:rsidR="00795A0C" w:rsidRPr="00795A0C" w:rsidRDefault="00795A0C" w:rsidP="002D4862">
      <w:pPr>
        <w:pStyle w:val="Heading1"/>
        <w:spacing w:before="0"/>
      </w:pPr>
      <w:smartTag w:uri="urn:schemas-microsoft-com:office:smarttags" w:element="place">
        <w:r w:rsidRPr="00795A0C">
          <w:t>EAST HANOVER</w:t>
        </w:r>
      </w:smartTag>
      <w:r w:rsidRPr="00795A0C">
        <w:t xml:space="preserve"> BUSINESS AND PROFESSIONALS CLUB</w:t>
      </w:r>
    </w:p>
    <w:p w14:paraId="586EDB3F" w14:textId="77777777" w:rsidR="00795A0C" w:rsidRPr="00795A0C" w:rsidRDefault="00795A0C" w:rsidP="00795A0C">
      <w:pPr>
        <w:pStyle w:val="Heading2"/>
        <w:spacing w:after="240"/>
      </w:pPr>
      <w:r w:rsidRPr="00795A0C">
        <w:t>Minutes of the Business Meeting</w:t>
      </w:r>
    </w:p>
    <w:p w14:paraId="2FDDD994" w14:textId="77777777" w:rsidR="00B16684" w:rsidRDefault="00B16684" w:rsidP="00795A0C"/>
    <w:p w14:paraId="6CF0D1F6" w14:textId="77777777" w:rsidR="00795A0C" w:rsidRPr="00795A0C" w:rsidRDefault="00795A0C" w:rsidP="00795A0C">
      <w:r w:rsidRPr="00795A0C">
        <w:t xml:space="preserve">The members of the club met at 5:30 p.m. in the Green room at the East Hanover Suites. </w:t>
      </w:r>
      <w:smartTag w:uri="urn:schemas-microsoft-com:office:smarttags" w:element="PersonName">
        <w:smartTag w:uri="urn:schemas:contacts" w:element="GivenName">
          <w:r w:rsidRPr="00795A0C">
            <w:t>Alex</w:t>
          </w:r>
        </w:smartTag>
        <w:r w:rsidRPr="00795A0C">
          <w:t xml:space="preserve"> </w:t>
        </w:r>
        <w:smartTag w:uri="urn:schemas:contacts" w:element="middlename">
          <w:r w:rsidRPr="00795A0C">
            <w:t>Anson</w:t>
          </w:r>
        </w:smartTag>
      </w:smartTag>
      <w:r w:rsidRPr="00795A0C">
        <w:t xml:space="preserve"> opened the meeting.</w:t>
      </w:r>
    </w:p>
    <w:p w14:paraId="4593E5EA" w14:textId="236D6346" w:rsidR="002D4862" w:rsidRDefault="002D4862" w:rsidP="002D4862">
      <w:pPr>
        <w:spacing w:after="0"/>
        <w:rPr>
          <w:rStyle w:val="IntenseEmphasis"/>
        </w:rPr>
      </w:pPr>
      <w:r>
        <w:rPr>
          <w:rStyle w:val="IntenseEmphasis"/>
        </w:rPr>
        <w:t>ATTENDANCE</w:t>
      </w:r>
    </w:p>
    <w:p w14:paraId="6DB3CA58" w14:textId="55E826A3" w:rsidR="00795A0C" w:rsidRPr="00795A0C" w:rsidRDefault="00795A0C" w:rsidP="00795A0C">
      <w:r w:rsidRPr="00795A0C">
        <w:t>Members present were Marlene Atkins, James Baker, Aaron Campbell, Elizabeth Denton, Terry Edwards, Gary Gomez, Kim Jackson, Cecil James, Fred Jones, Chris Kelly, Martha Mason, Angela Romero, Mitch Smith, Kelly Williams, and Joan Willis.</w:t>
      </w:r>
    </w:p>
    <w:p w14:paraId="461F12E2" w14:textId="77777777" w:rsidR="002D4862" w:rsidRDefault="00795A0C" w:rsidP="002D4862">
      <w:pPr>
        <w:spacing w:after="0"/>
        <w:rPr>
          <w:rStyle w:val="IntenseEmphasis"/>
        </w:rPr>
      </w:pPr>
      <w:r w:rsidRPr="002D4862">
        <w:rPr>
          <w:rStyle w:val="IntenseEmphasis"/>
        </w:rPr>
        <w:t>MINUTES APPROVED</w:t>
      </w:r>
    </w:p>
    <w:p w14:paraId="2566751A" w14:textId="31242F82" w:rsidR="00795A0C" w:rsidRPr="00795A0C" w:rsidRDefault="00795A0C" w:rsidP="00795A0C">
      <w:r w:rsidRPr="00795A0C">
        <w:t>Club approved last month’s minutes.</w:t>
      </w:r>
    </w:p>
    <w:p w14:paraId="66A725E8" w14:textId="77777777" w:rsidR="00883161" w:rsidRPr="002D4862" w:rsidRDefault="00795A0C" w:rsidP="002D4862">
      <w:pPr>
        <w:spacing w:after="0"/>
        <w:rPr>
          <w:rStyle w:val="IntenseEmphasis"/>
        </w:rPr>
      </w:pPr>
      <w:r w:rsidRPr="002D4862">
        <w:rPr>
          <w:rStyle w:val="IntenseEmphasis"/>
        </w:rPr>
        <w:t>COMMITTEE REPORTS</w:t>
      </w:r>
    </w:p>
    <w:p w14:paraId="35662FB7" w14:textId="3A1943C0" w:rsidR="00795A0C" w:rsidRPr="00795A0C" w:rsidRDefault="00795A0C" w:rsidP="00795A0C">
      <w:r w:rsidRPr="00795A0C">
        <w:t>James Baker, treasurer, reported an account balance of</w:t>
      </w:r>
      <w:r w:rsidR="00A704F2">
        <w:t xml:space="preserve"> </w:t>
      </w:r>
      <w:r w:rsidRPr="00795A0C">
        <w:t>$1,117. Mitch Smith announced that the club has 45 members</w:t>
      </w:r>
      <w:r w:rsidR="00A704F2">
        <w:t>—fo</w:t>
      </w:r>
      <w:r w:rsidR="003A3478">
        <w:t>u</w:t>
      </w:r>
      <w:r w:rsidR="00A704F2">
        <w:t xml:space="preserve">r </w:t>
      </w:r>
      <w:r w:rsidRPr="00795A0C">
        <w:t xml:space="preserve">more than last year. He reminded members to </w:t>
      </w:r>
      <w:proofErr w:type="gramStart"/>
      <w:r w:rsidRPr="00795A0C">
        <w:t>paid</w:t>
      </w:r>
      <w:proofErr w:type="gramEnd"/>
      <w:r w:rsidRPr="00795A0C">
        <w:t xml:space="preserve"> their $95 dues within the next two weeks.</w:t>
      </w:r>
    </w:p>
    <w:p w14:paraId="2C4151AE" w14:textId="20207EFF" w:rsidR="00795A0C" w:rsidRPr="00795A0C" w:rsidRDefault="00795A0C" w:rsidP="00795A0C">
      <w:r w:rsidRPr="00795A0C">
        <w:t xml:space="preserve">Angela Romero reported on programs planned for the year. She distributed a </w:t>
      </w:r>
      <w:proofErr w:type="spellStart"/>
      <w:r w:rsidRPr="00795A0C">
        <w:t>calandar</w:t>
      </w:r>
      <w:proofErr w:type="spellEnd"/>
      <w:r w:rsidRPr="00795A0C">
        <w:t xml:space="preserve"> with meeting and program dates. She reminded everyone about the Communications workshop at </w:t>
      </w:r>
      <w:smartTag w:uri="urn:schemas-microsoft-com:office:smarttags" w:element="place">
        <w:smartTag w:uri="urn:schemas-microsoft-com:office:smarttags" w:element="PlaceType">
          <w:r w:rsidRPr="00795A0C">
            <w:t>City</w:t>
          </w:r>
        </w:smartTag>
        <w:r w:rsidRPr="00795A0C">
          <w:t xml:space="preserve"> </w:t>
        </w:r>
        <w:smartTag w:uri="urn:schemas-microsoft-com:office:smarttags" w:element="PlaceType">
          <w:r w:rsidRPr="00795A0C">
            <w:t>College</w:t>
          </w:r>
        </w:smartTag>
      </w:smartTag>
      <w:r w:rsidRPr="00795A0C">
        <w:t xml:space="preserve"> on </w:t>
      </w:r>
      <w:smartTag w:uri="urn:schemas-microsoft-com:office:smarttags" w:element="date">
        <w:smartTagPr>
          <w:attr w:name="Year" w:val="2001"/>
          <w:attr w:name="Day" w:val="20"/>
          <w:attr w:name="Month" w:val="1"/>
        </w:smartTagPr>
        <w:r w:rsidRPr="00795A0C">
          <w:t>Saturday</w:t>
        </w:r>
      </w:smartTag>
      <w:r w:rsidRPr="00795A0C">
        <w:t xml:space="preserve"> at </w:t>
      </w:r>
      <w:proofErr w:type="spellStart"/>
      <w:r w:rsidRPr="00795A0C">
        <w:t>at</w:t>
      </w:r>
      <w:proofErr w:type="spellEnd"/>
      <w:r w:rsidRPr="00795A0C">
        <w:t xml:space="preserve"> </w:t>
      </w:r>
      <w:smartTag w:uri="urn:schemas-microsoft-com:office:smarttags" w:element="time">
        <w:smartTagPr>
          <w:attr w:name="Minute" w:val="0"/>
          <w:attr w:name="Hour" w:val="9"/>
        </w:smartTagPr>
        <w:r w:rsidRPr="00795A0C">
          <w:t>9:00 a.m.</w:t>
        </w:r>
      </w:smartTag>
    </w:p>
    <w:p w14:paraId="458726AE" w14:textId="77777777" w:rsidR="002D4862" w:rsidRDefault="00795A0C" w:rsidP="002D4862">
      <w:pPr>
        <w:spacing w:after="0"/>
        <w:rPr>
          <w:rStyle w:val="IntenseEmphasis"/>
        </w:rPr>
      </w:pPr>
      <w:r w:rsidRPr="002D4862">
        <w:rPr>
          <w:rStyle w:val="IntenseEmphasis"/>
        </w:rPr>
        <w:t>OLD BUSINESS</w:t>
      </w:r>
    </w:p>
    <w:p w14:paraId="60E73DA7" w14:textId="19B4BB6E" w:rsidR="00795A0C" w:rsidRPr="00795A0C" w:rsidRDefault="00795A0C" w:rsidP="00795A0C">
      <w:r w:rsidRPr="00795A0C">
        <w:t xml:space="preserve">Chris Kelly reported on the club’s next fundraiser, which will be with Universal Business Products. Members will </w:t>
      </w:r>
      <w:proofErr w:type="spellStart"/>
      <w:r w:rsidRPr="00795A0C">
        <w:t>recieve</w:t>
      </w:r>
      <w:proofErr w:type="spellEnd"/>
      <w:r w:rsidRPr="00795A0C">
        <w:t xml:space="preserve"> </w:t>
      </w:r>
      <w:r w:rsidR="00A704F2">
        <w:t xml:space="preserve">their </w:t>
      </w:r>
      <w:r w:rsidRPr="00795A0C">
        <w:t xml:space="preserve">catalogs next week so they can begin selling the specialty products. The club’s </w:t>
      </w:r>
      <w:proofErr w:type="gramStart"/>
      <w:r w:rsidRPr="00795A0C">
        <w:t>aim are</w:t>
      </w:r>
      <w:proofErr w:type="gramEnd"/>
      <w:r w:rsidRPr="00795A0C">
        <w:t xml:space="preserve"> to raise $3,000.</w:t>
      </w:r>
    </w:p>
    <w:p w14:paraId="22350769" w14:textId="77777777" w:rsidR="00883161" w:rsidRPr="002D4862" w:rsidRDefault="00795A0C" w:rsidP="002D4862">
      <w:pPr>
        <w:spacing w:after="0"/>
        <w:rPr>
          <w:rStyle w:val="IntenseEmphasis"/>
        </w:rPr>
      </w:pPr>
      <w:r w:rsidRPr="002D4862">
        <w:rPr>
          <w:rStyle w:val="IntenseEmphasis"/>
        </w:rPr>
        <w:t>NEW BUSINESS</w:t>
      </w:r>
    </w:p>
    <w:p w14:paraId="676A1584" w14:textId="6CE3B222" w:rsidR="00795A0C" w:rsidRPr="00795A0C" w:rsidRDefault="00795A0C" w:rsidP="00795A0C">
      <w:r w:rsidRPr="00795A0C">
        <w:t xml:space="preserve">Elizabeth Denton announced a service opportunity </w:t>
      </w:r>
      <w:proofErr w:type="spellStart"/>
      <w:r w:rsidR="00A704F2">
        <w:t>four</w:t>
      </w:r>
      <w:proofErr w:type="spellEnd"/>
      <w:r w:rsidR="00A704F2">
        <w:t xml:space="preserve"> </w:t>
      </w:r>
      <w:r w:rsidRPr="00795A0C">
        <w:t xml:space="preserve">the club. She said the City Children’s Home needs help with their bookkeeping. She motioned that the club provide the service. </w:t>
      </w:r>
      <w:smartTag w:uri="urn:schemas-microsoft-com:office:smarttags" w:element="PersonName">
        <w:smartTag w:uri="urn:schemas:contacts" w:element="GivenName">
          <w:r w:rsidRPr="00795A0C">
            <w:t>Cecil</w:t>
          </w:r>
        </w:smartTag>
        <w:r w:rsidRPr="00795A0C">
          <w:t xml:space="preserve"> </w:t>
        </w:r>
        <w:smartTag w:uri="urn:schemas:contacts" w:element="middlename">
          <w:r w:rsidRPr="00795A0C">
            <w:t>James</w:t>
          </w:r>
        </w:smartTag>
      </w:smartTag>
      <w:r w:rsidRPr="00795A0C">
        <w:t xml:space="preserve"> seconded the motion. The club voted and the motion passed. </w:t>
      </w:r>
      <w:smartTag w:uri="urn:schemas-microsoft-com:office:smarttags" w:element="City">
        <w:smartTag w:uri="urn:schemas-microsoft-com:office:smarttags" w:element="place">
          <w:r w:rsidRPr="00795A0C">
            <w:t>Elizabeth</w:t>
          </w:r>
        </w:smartTag>
      </w:smartTag>
      <w:r w:rsidRPr="00795A0C">
        <w:t xml:space="preserve"> volunteered to arrange the bookkeeping schedule.</w:t>
      </w:r>
    </w:p>
    <w:p w14:paraId="6BC86901" w14:textId="51240BBA" w:rsidR="00795A0C" w:rsidRPr="00795A0C" w:rsidRDefault="00795A0C" w:rsidP="00795A0C">
      <w:r w:rsidRPr="00795A0C">
        <w:t xml:space="preserve">Alex Anson recognized as Member of the Month for </w:t>
      </w:r>
      <w:r w:rsidR="00536F72">
        <w:t xml:space="preserve">being promoted </w:t>
      </w:r>
      <w:bookmarkStart w:id="0" w:name="_GoBack"/>
      <w:bookmarkEnd w:id="0"/>
      <w:r w:rsidRPr="00795A0C">
        <w:t>to Production Manager at Mason Industries.</w:t>
      </w:r>
    </w:p>
    <w:p w14:paraId="02B2CA2C" w14:textId="77777777" w:rsidR="002D4862" w:rsidRDefault="00795A0C" w:rsidP="002D4862">
      <w:pPr>
        <w:spacing w:after="0"/>
        <w:rPr>
          <w:rStyle w:val="IntenseEmphasis"/>
        </w:rPr>
      </w:pPr>
      <w:r w:rsidRPr="002D4862">
        <w:rPr>
          <w:rStyle w:val="IntenseEmphasis"/>
        </w:rPr>
        <w:t>ANNOUNCEMENTS</w:t>
      </w:r>
    </w:p>
    <w:p w14:paraId="02713577" w14:textId="20276C2B" w:rsidR="00051327" w:rsidRDefault="00795A0C">
      <w:r w:rsidRPr="00795A0C">
        <w:t>The association adjourned the meeting at 6:35 p.m.</w:t>
      </w:r>
    </w:p>
    <w:sectPr w:rsidR="00051327" w:rsidSect="002D4862">
      <w:endnotePr>
        <w:numFmt w:val="decimal"/>
      </w:endnotePr>
      <w:pgSz w:w="12240" w:h="15840"/>
      <w:pgMar w:top="1440" w:right="1440" w:bottom="1440" w:left="1440" w:header="1440" w:footer="1440" w:gutter="0"/>
      <w:pgBorders w:offsetFrom="page">
        <w:top w:val="dotDotDash" w:sz="4" w:space="24" w:color="3E3D2D" w:themeColor="text2"/>
        <w:left w:val="dotDotDash" w:sz="4" w:space="24" w:color="3E3D2D" w:themeColor="text2"/>
        <w:bottom w:val="dotDotDash" w:sz="4" w:space="24" w:color="3E3D2D" w:themeColor="text2"/>
        <w:right w:val="dotDotDash" w:sz="4" w:space="24" w:color="3E3D2D" w:themeColor="text2"/>
      </w:pgBorders>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54947" w14:textId="77777777" w:rsidR="00FB6FE7" w:rsidRDefault="00FB6FE7" w:rsidP="00FB6FE7">
      <w:pPr>
        <w:spacing w:after="0" w:line="240" w:lineRule="auto"/>
      </w:pPr>
      <w:r>
        <w:separator/>
      </w:r>
    </w:p>
  </w:endnote>
  <w:endnote w:type="continuationSeparator" w:id="0">
    <w:p w14:paraId="78DF2143" w14:textId="77777777" w:rsidR="00FB6FE7" w:rsidRDefault="00FB6FE7" w:rsidP="00FB6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CD180" w14:textId="77777777" w:rsidR="00FB6FE7" w:rsidRDefault="00FB6FE7" w:rsidP="00FB6FE7">
      <w:pPr>
        <w:spacing w:after="0" w:line="240" w:lineRule="auto"/>
      </w:pPr>
      <w:r>
        <w:separator/>
      </w:r>
    </w:p>
  </w:footnote>
  <w:footnote w:type="continuationSeparator" w:id="0">
    <w:p w14:paraId="2CFFA89F" w14:textId="77777777" w:rsidR="00FB6FE7" w:rsidRDefault="00FB6FE7" w:rsidP="00FB6F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A0C"/>
    <w:rsid w:val="00051327"/>
    <w:rsid w:val="00061C85"/>
    <w:rsid w:val="002D4862"/>
    <w:rsid w:val="00330D99"/>
    <w:rsid w:val="003A3478"/>
    <w:rsid w:val="00536F72"/>
    <w:rsid w:val="00795A0C"/>
    <w:rsid w:val="00883161"/>
    <w:rsid w:val="008B4D4F"/>
    <w:rsid w:val="00967643"/>
    <w:rsid w:val="00A704F2"/>
    <w:rsid w:val="00AF5D53"/>
    <w:rsid w:val="00B16684"/>
    <w:rsid w:val="00BC0946"/>
    <w:rsid w:val="00C97031"/>
    <w:rsid w:val="00E60591"/>
    <w:rsid w:val="00FB4C88"/>
    <w:rsid w:val="00FB6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contacts" w:name="middlename"/>
  <w:smartTagType w:namespaceuri="urn:schemas:contacts" w:name="GivenName"/>
  <w:smartTagType w:namespaceuri="urn:schemas-microsoft-com:office:smarttags" w:name="place"/>
  <w:smartTagType w:namespaceuri="urn:schemas-microsoft-com:office:smarttags" w:name="PersonName"/>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ocId w14:val="20EAF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5A0C"/>
    <w:pPr>
      <w:keepNext/>
      <w:keepLines/>
      <w:spacing w:before="480" w:after="0"/>
      <w:outlineLvl w:val="0"/>
    </w:pPr>
    <w:rPr>
      <w:rFonts w:asciiTheme="majorHAnsi" w:eastAsiaTheme="majorEastAsia" w:hAnsiTheme="majorHAnsi" w:cstheme="majorBidi"/>
      <w:b/>
      <w:bCs/>
      <w:color w:val="6F9500" w:themeColor="accent1" w:themeShade="BF"/>
      <w:sz w:val="28"/>
      <w:szCs w:val="28"/>
    </w:rPr>
  </w:style>
  <w:style w:type="paragraph" w:styleId="Heading2">
    <w:name w:val="heading 2"/>
    <w:basedOn w:val="Normal"/>
    <w:next w:val="Normal"/>
    <w:link w:val="Heading2Char"/>
    <w:uiPriority w:val="9"/>
    <w:unhideWhenUsed/>
    <w:qFormat/>
    <w:rsid w:val="00795A0C"/>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795A0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95A0C"/>
  </w:style>
  <w:style w:type="character" w:customStyle="1" w:styleId="Heading1Char">
    <w:name w:val="Heading 1 Char"/>
    <w:basedOn w:val="DefaultParagraphFont"/>
    <w:link w:val="Heading1"/>
    <w:uiPriority w:val="9"/>
    <w:rsid w:val="00795A0C"/>
    <w:rPr>
      <w:rFonts w:asciiTheme="majorHAnsi" w:eastAsiaTheme="majorEastAsia" w:hAnsiTheme="majorHAnsi" w:cstheme="majorBidi"/>
      <w:b/>
      <w:bCs/>
      <w:color w:val="6F9500" w:themeColor="accent1" w:themeShade="BF"/>
      <w:sz w:val="28"/>
      <w:szCs w:val="28"/>
    </w:rPr>
  </w:style>
  <w:style w:type="character" w:customStyle="1" w:styleId="Heading2Char">
    <w:name w:val="Heading 2 Char"/>
    <w:basedOn w:val="DefaultParagraphFont"/>
    <w:link w:val="Heading2"/>
    <w:uiPriority w:val="9"/>
    <w:rsid w:val="00795A0C"/>
    <w:rPr>
      <w:rFonts w:asciiTheme="majorHAnsi" w:eastAsiaTheme="majorEastAsia" w:hAnsiTheme="majorHAnsi" w:cstheme="majorBidi"/>
      <w:b/>
      <w:bCs/>
      <w:color w:val="94C600" w:themeColor="accent1"/>
      <w:sz w:val="26"/>
      <w:szCs w:val="26"/>
    </w:rPr>
  </w:style>
  <w:style w:type="paragraph" w:styleId="Header">
    <w:name w:val="header"/>
    <w:basedOn w:val="Normal"/>
    <w:link w:val="HeaderChar"/>
    <w:uiPriority w:val="99"/>
    <w:semiHidden/>
    <w:unhideWhenUsed/>
    <w:rsid w:val="00BC094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0946"/>
  </w:style>
  <w:style w:type="character" w:styleId="IntenseEmphasis">
    <w:name w:val="Intense Emphasis"/>
    <w:basedOn w:val="DefaultParagraphFont"/>
    <w:uiPriority w:val="21"/>
    <w:qFormat/>
    <w:rsid w:val="002D4862"/>
    <w:rPr>
      <w:b/>
      <w:bCs/>
      <w:i/>
      <w:iCs/>
      <w:color w:val="94C600"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95A0C"/>
    <w:pPr>
      <w:keepNext/>
      <w:keepLines/>
      <w:spacing w:before="480" w:after="0"/>
      <w:outlineLvl w:val="0"/>
    </w:pPr>
    <w:rPr>
      <w:rFonts w:asciiTheme="majorHAnsi" w:eastAsiaTheme="majorEastAsia" w:hAnsiTheme="majorHAnsi" w:cstheme="majorBidi"/>
      <w:b/>
      <w:bCs/>
      <w:color w:val="6F9500" w:themeColor="accent1" w:themeShade="BF"/>
      <w:sz w:val="28"/>
      <w:szCs w:val="28"/>
    </w:rPr>
  </w:style>
  <w:style w:type="paragraph" w:styleId="Heading2">
    <w:name w:val="heading 2"/>
    <w:basedOn w:val="Normal"/>
    <w:next w:val="Normal"/>
    <w:link w:val="Heading2Char"/>
    <w:uiPriority w:val="9"/>
    <w:unhideWhenUsed/>
    <w:qFormat/>
    <w:rsid w:val="00795A0C"/>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795A0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95A0C"/>
  </w:style>
  <w:style w:type="character" w:customStyle="1" w:styleId="Heading1Char">
    <w:name w:val="Heading 1 Char"/>
    <w:basedOn w:val="DefaultParagraphFont"/>
    <w:link w:val="Heading1"/>
    <w:uiPriority w:val="9"/>
    <w:rsid w:val="00795A0C"/>
    <w:rPr>
      <w:rFonts w:asciiTheme="majorHAnsi" w:eastAsiaTheme="majorEastAsia" w:hAnsiTheme="majorHAnsi" w:cstheme="majorBidi"/>
      <w:b/>
      <w:bCs/>
      <w:color w:val="6F9500" w:themeColor="accent1" w:themeShade="BF"/>
      <w:sz w:val="28"/>
      <w:szCs w:val="28"/>
    </w:rPr>
  </w:style>
  <w:style w:type="character" w:customStyle="1" w:styleId="Heading2Char">
    <w:name w:val="Heading 2 Char"/>
    <w:basedOn w:val="DefaultParagraphFont"/>
    <w:link w:val="Heading2"/>
    <w:uiPriority w:val="9"/>
    <w:rsid w:val="00795A0C"/>
    <w:rPr>
      <w:rFonts w:asciiTheme="majorHAnsi" w:eastAsiaTheme="majorEastAsia" w:hAnsiTheme="majorHAnsi" w:cstheme="majorBidi"/>
      <w:b/>
      <w:bCs/>
      <w:color w:val="94C600" w:themeColor="accent1"/>
      <w:sz w:val="26"/>
      <w:szCs w:val="26"/>
    </w:rPr>
  </w:style>
  <w:style w:type="paragraph" w:styleId="Header">
    <w:name w:val="header"/>
    <w:basedOn w:val="Normal"/>
    <w:link w:val="HeaderChar"/>
    <w:uiPriority w:val="99"/>
    <w:semiHidden/>
    <w:unhideWhenUsed/>
    <w:rsid w:val="00BC094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0946"/>
  </w:style>
  <w:style w:type="character" w:styleId="IntenseEmphasis">
    <w:name w:val="Intense Emphasis"/>
    <w:basedOn w:val="DefaultParagraphFont"/>
    <w:uiPriority w:val="21"/>
    <w:qFormat/>
    <w:rsid w:val="002D4862"/>
    <w:rPr>
      <w:b/>
      <w:bCs/>
      <w:i/>
      <w:iCs/>
      <w:color w:val="94C600"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xmlns:mc="http://schemas.openxmlformats.org/markup-compatibility/2006" xmlns:a14="http://schemas.microsoft.com/office/drawing/2010/main" val="3E3D2D" mc:Ignorable=""/>
      </a:dk2>
      <a:lt2>
        <a:srgbClr xmlns:mc="http://schemas.openxmlformats.org/markup-compatibility/2006" xmlns:a14="http://schemas.microsoft.com/office/drawing/2010/main" val="CAF278" mc:Ignorable=""/>
      </a:lt2>
      <a:accent1>
        <a:srgbClr xmlns:mc="http://schemas.openxmlformats.org/markup-compatibility/2006" xmlns:a14="http://schemas.microsoft.com/office/drawing/2010/main" val="94C600" mc:Ignorable=""/>
      </a:accent1>
      <a:accent2>
        <a:srgbClr xmlns:mc="http://schemas.openxmlformats.org/markup-compatibility/2006" xmlns:a14="http://schemas.microsoft.com/office/drawing/2010/main" val="71685A" mc:Ignorable=""/>
      </a:accent2>
      <a:accent3>
        <a:srgbClr xmlns:mc="http://schemas.openxmlformats.org/markup-compatibility/2006" xmlns:a14="http://schemas.microsoft.com/office/drawing/2010/main" val="FF6700" mc:Ignorable=""/>
      </a:accent3>
      <a:accent4>
        <a:srgbClr xmlns:mc="http://schemas.openxmlformats.org/markup-compatibility/2006" xmlns:a14="http://schemas.microsoft.com/office/drawing/2010/main" val="909465" mc:Ignorable=""/>
      </a:accent4>
      <a:accent5>
        <a:srgbClr xmlns:mc="http://schemas.openxmlformats.org/markup-compatibility/2006" xmlns:a14="http://schemas.microsoft.com/office/drawing/2010/main" val="956B43" mc:Ignorable=""/>
      </a:accent5>
      <a:accent6>
        <a:srgbClr xmlns:mc="http://schemas.openxmlformats.org/markup-compatibility/2006" xmlns:a14="http://schemas.microsoft.com/office/drawing/2010/main" val="FEA022" mc:Ignorable=""/>
      </a:accent6>
      <a:hlink>
        <a:srgbClr xmlns:mc="http://schemas.openxmlformats.org/markup-compatibility/2006" xmlns:a14="http://schemas.microsoft.com/office/drawing/2010/main" val="E68200" mc:Ignorable=""/>
      </a:hlink>
      <a:folHlink>
        <a:srgbClr xmlns:mc="http://schemas.openxmlformats.org/markup-compatibility/2006" xmlns:a14="http://schemas.microsoft.com/office/drawing/2010/main" val="FFA94A" mc:Ignorable=""/>
      </a:folHlink>
    </a:clrScheme>
    <a:fontScheme name="Austin">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xmlns:mc="http://schemas.openxmlformats.org/markup-compatibility/2006" xmlns:a14="http://schemas.microsoft.com/office/drawing/2010/main" val="000000" mc:Ignorable="">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xmlns:mc="http://schemas.openxmlformats.org/markup-compatibility/2006" xmlns:a14="http://schemas.microsoft.com/office/drawing/2010/main" val="000000" mc:Ignorable="">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Minutes</vt:lpstr>
    </vt:vector>
  </TitlesOfParts>
  <Company>Pinard Communications</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creator>Katherine T. Pinard</dc:creator>
  <cp:lastModifiedBy>Susan</cp:lastModifiedBy>
  <cp:revision>5</cp:revision>
  <dcterms:created xsi:type="dcterms:W3CDTF">2013-09-10T17:23:00Z</dcterms:created>
  <dcterms:modified xsi:type="dcterms:W3CDTF">2010-02-21T19:50:00Z</dcterms:modified>
</cp:coreProperties>
</file>